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4C2D5B6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AF0B9B">
        <w:rPr>
          <w:rFonts w:ascii="Corbel" w:hAnsi="Corbel"/>
          <w:sz w:val="20"/>
          <w:szCs w:val="20"/>
        </w:rPr>
        <w:t>2023/2024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BEE955F" w:rsidR="0085747A" w:rsidRPr="00330DB2" w:rsidRDefault="00B12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 w:rsidRPr="00330DB2">
              <w:rPr>
                <w:rFonts w:ascii="Corbel" w:hAnsi="Corbel"/>
                <w:bCs/>
                <w:sz w:val="24"/>
                <w:szCs w:val="24"/>
              </w:rPr>
              <w:t>Wybrane zagadnienia prawne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71E36EE0" w:rsidR="0085747A" w:rsidRPr="00B169DF" w:rsidRDefault="002154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Pedagogiki </w:t>
            </w:r>
            <w:r w:rsidR="007C475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2E8A9D6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Resocjalizacyjnej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07349823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B34CFD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rok/semestr 2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0716704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14CA2650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1D5A2AA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 z podstawowymi pojęciami i zagadnieniami składającymi się na niezbędny zasób wiedzy o metodach i sposobach skutecznej resocjalizacji w kontekście stosownych regulacji prawnych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0BA7178A" w:rsidR="0085747A" w:rsidRPr="00014502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014502">
              <w:rPr>
                <w:rFonts w:ascii="Corbel" w:hAnsi="Corbel"/>
                <w:b w:val="0"/>
                <w:szCs w:val="22"/>
              </w:rPr>
              <w:t xml:space="preserve">z przepisami </w:t>
            </w:r>
            <w:r w:rsidR="00F11ED7" w:rsidRPr="00014502">
              <w:rPr>
                <w:rFonts w:ascii="Corbel" w:hAnsi="Corbel"/>
                <w:b w:val="0"/>
                <w:szCs w:val="22"/>
              </w:rPr>
              <w:t>prawa regulującymi wykonywanie</w:t>
            </w:r>
            <w:r w:rsidR="000E25B3">
              <w:rPr>
                <w:rFonts w:ascii="Corbel" w:hAnsi="Corbel"/>
                <w:b w:val="0"/>
                <w:szCs w:val="22"/>
              </w:rPr>
              <w:t xml:space="preserve"> środków</w:t>
            </w:r>
            <w:r w:rsidR="00B91105">
              <w:rPr>
                <w:rFonts w:ascii="Corbel" w:hAnsi="Corbel"/>
                <w:b w:val="0"/>
                <w:szCs w:val="22"/>
              </w:rPr>
              <w:t xml:space="preserve"> wychowawczych, poprawczych,</w:t>
            </w:r>
            <w:r w:rsidR="00F11ED7" w:rsidRPr="00014502">
              <w:rPr>
                <w:rFonts w:ascii="Corbel" w:hAnsi="Corbel"/>
                <w:b w:val="0"/>
                <w:szCs w:val="22"/>
              </w:rPr>
              <w:t xml:space="preserve"> kar, środków karnych</w:t>
            </w:r>
            <w:r w:rsidR="002073B0" w:rsidRPr="00014502">
              <w:rPr>
                <w:rFonts w:ascii="Corbel" w:hAnsi="Corbel"/>
                <w:b w:val="0"/>
                <w:szCs w:val="22"/>
              </w:rPr>
              <w:t xml:space="preserve"> i zabezpieczających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63DDCEEB" w:rsidR="002073B0" w:rsidRPr="00014502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014502">
              <w:rPr>
                <w:rFonts w:ascii="Corbel" w:hAnsi="Corbel"/>
                <w:b w:val="0"/>
                <w:szCs w:val="22"/>
              </w:rPr>
              <w:t xml:space="preserve"> z międzynarodowymi konwencjami i standardami </w:t>
            </w:r>
            <w:r w:rsidR="0038399B" w:rsidRPr="00014502">
              <w:rPr>
                <w:rFonts w:ascii="Corbel" w:hAnsi="Corbel"/>
                <w:b w:val="0"/>
                <w:szCs w:val="22"/>
              </w:rPr>
              <w:t xml:space="preserve">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="0038399B"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otwartego</w:t>
            </w:r>
          </w:p>
        </w:tc>
      </w:tr>
      <w:tr w:rsidR="0038399B" w:rsidRPr="00B169DF" w14:paraId="06C6691E" w14:textId="77777777" w:rsidTr="00DF1C51">
        <w:tc>
          <w:tcPr>
            <w:tcW w:w="844" w:type="dxa"/>
            <w:vAlign w:val="center"/>
          </w:tcPr>
          <w:p w14:paraId="20EE596E" w14:textId="22644BEE" w:rsidR="0038399B" w:rsidRDefault="0038399B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72E99A03" w14:textId="4F57E99B" w:rsidR="0038399B" w:rsidRPr="00014502" w:rsidRDefault="00AB409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międzynarodowymi konwencjami i standardami postępowania </w:t>
            </w:r>
            <w:r w:rsidR="00786364">
              <w:rPr>
                <w:rFonts w:ascii="Corbel" w:hAnsi="Corbel"/>
                <w:b w:val="0"/>
                <w:szCs w:val="22"/>
              </w:rPr>
              <w:br/>
            </w:r>
            <w:r w:rsidRPr="00014502">
              <w:rPr>
                <w:rFonts w:ascii="Corbel" w:hAnsi="Corbel"/>
                <w:b w:val="0"/>
                <w:szCs w:val="22"/>
              </w:rPr>
              <w:t>z nieletnimi, młodocianymi i dorosłymi, podopiecznymi sytemu resocjalizacji w przestrzeni środowiska instytucjonalnego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06673F5F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  <w:vAlign w:val="center"/>
          </w:tcPr>
          <w:p w14:paraId="4DFC9A0F" w14:textId="4D4A420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resocjalizacji w kontekście 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 oraz oddziaływań resocjalizacyjnych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440E8733" w:rsidR="0085747A" w:rsidRPr="000A022D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A022D">
              <w:rPr>
                <w:rFonts w:ascii="Corbel" w:hAnsi="Corbel"/>
                <w:b w:val="0"/>
                <w:smallCaps w:val="0"/>
                <w:sz w:val="22"/>
              </w:rPr>
              <w:t>w przestrzeni których porusza się pedagog</w:t>
            </w:r>
            <w:r w:rsidR="00184073" w:rsidRPr="000A022D">
              <w:rPr>
                <w:rFonts w:ascii="Corbel" w:hAnsi="Corbel"/>
                <w:b w:val="0"/>
                <w:smallCaps w:val="0"/>
                <w:sz w:val="22"/>
              </w:rPr>
              <w:t xml:space="preserve"> resocjalizacyjny.</w:t>
            </w:r>
          </w:p>
        </w:tc>
        <w:tc>
          <w:tcPr>
            <w:tcW w:w="1865" w:type="dxa"/>
          </w:tcPr>
          <w:p w14:paraId="1FF4554E" w14:textId="228D5A17" w:rsidR="0085747A" w:rsidRPr="008C1875" w:rsidRDefault="00BA3339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3BDCE97A" w:rsidR="0085747A" w:rsidRPr="000A022D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prawnym </w:t>
            </w:r>
            <w:r w:rsidR="005D7F9F"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DC0C85">
              <w:rPr>
                <w:rFonts w:ascii="Corbel" w:hAnsi="Corbel"/>
                <w:b w:val="0"/>
                <w:smallCaps w:val="0"/>
                <w:sz w:val="22"/>
              </w:rPr>
              <w:t>ich zależności z innymi</w:t>
            </w:r>
            <w:r w:rsidR="00656776">
              <w:rPr>
                <w:rFonts w:ascii="Corbel" w:hAnsi="Corbel"/>
                <w:b w:val="0"/>
                <w:smallCaps w:val="0"/>
                <w:sz w:val="22"/>
              </w:rPr>
              <w:t xml:space="preserve"> obszarami </w:t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 xml:space="preserve">pracy zarówno w przestrzeni społecznej jak </w:t>
            </w:r>
            <w:r w:rsidR="00C31103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8A32A7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  <w:r w:rsidR="00B6208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653E0C1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K_W02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1DAC825D" w:rsidR="00BA3339" w:rsidRPr="000A022D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A022D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zaprezentuje kontekst prawny oddziaływań</w:t>
            </w:r>
            <w:r w:rsidR="00034FE8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resocjalizacyjnych z perspektywy interdyscyplinarności kreowania resocjalizacji w przestrzeni społecznej i instytucjonalnej.</w:t>
            </w:r>
          </w:p>
        </w:tc>
        <w:tc>
          <w:tcPr>
            <w:tcW w:w="1865" w:type="dxa"/>
          </w:tcPr>
          <w:p w14:paraId="533A0FC2" w14:textId="186393B2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K_W03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50D57BFD" w:rsidR="00BA3339" w:rsidRPr="000A022D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>prawnych aspektów oddziaływań</w:t>
            </w:r>
            <w:r w:rsidR="00B37A15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17024C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8D08B0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546723A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65DB35D" w14:textId="09758603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zdefiniuje przestrzeń etyczną</w:t>
            </w:r>
            <w:r w:rsidR="002A7C05">
              <w:rPr>
                <w:rFonts w:ascii="Corbel" w:hAnsi="Corbel"/>
                <w:b w:val="0"/>
                <w:smallCaps w:val="0"/>
                <w:sz w:val="22"/>
              </w:rPr>
              <w:t xml:space="preserve"> prawnych aspektów oddziaływań profilaktycznych i resocjalizacyjnych.</w:t>
            </w:r>
          </w:p>
        </w:tc>
        <w:tc>
          <w:tcPr>
            <w:tcW w:w="1865" w:type="dxa"/>
          </w:tcPr>
          <w:p w14:paraId="43B6B98C" w14:textId="13C47C3E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4586E005" w:rsidR="00CD240C" w:rsidRPr="000A022D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Prawne aspekty profilaktyki społecznej i resocjalizacji, podstawowe pojęcia.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Analiza interdyscyplinarności oddziaływań z obszaru profilaktyki społecznej i resocjalizacji 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A8662B" w:rsidRPr="00CD240C">
              <w:rPr>
                <w:rFonts w:ascii="Corbel" w:hAnsi="Corbel"/>
                <w:b w:val="0"/>
                <w:smallCaps w:val="0"/>
                <w:szCs w:val="24"/>
              </w:rPr>
              <w:t>w kontekście zagadnień prawnych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04F72F0B" w14:textId="77777777" w:rsidTr="00CD240C">
        <w:trPr>
          <w:trHeight w:val="389"/>
        </w:trPr>
        <w:tc>
          <w:tcPr>
            <w:tcW w:w="9526" w:type="dxa"/>
          </w:tcPr>
          <w:p w14:paraId="4A3C4385" w14:textId="2D771B47" w:rsidR="00CD240C" w:rsidRPr="00CD240C" w:rsidRDefault="00CD240C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Regulacje 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>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stanowiące o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wykonywani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CD240C">
              <w:rPr>
                <w:rFonts w:ascii="Corbel" w:hAnsi="Corbel"/>
                <w:b w:val="0"/>
                <w:smallCaps w:val="0"/>
                <w:szCs w:val="24"/>
              </w:rPr>
              <w:t xml:space="preserve"> środków wychowawczych, poprawczych, kar, środków karnych i zabezpieczających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CD240C" w:rsidRPr="000A022D" w14:paraId="25CC96B6" w14:textId="77777777" w:rsidTr="00CD240C">
        <w:trPr>
          <w:trHeight w:val="389"/>
        </w:trPr>
        <w:tc>
          <w:tcPr>
            <w:tcW w:w="9526" w:type="dxa"/>
          </w:tcPr>
          <w:p w14:paraId="729A5570" w14:textId="55559127" w:rsidR="00CD240C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resocjalizacji w przestrzeni środowiska otwartego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EB7701" w:rsidRPr="000A022D" w14:paraId="3F81364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BD98" w14:textId="6CEF1FFE" w:rsidR="00EB7701" w:rsidRDefault="00EB770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>iędzynarodow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konwencj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i standard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 postępowania z nieletnimi, młodocianymi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i dorosłymi, podopiecznymi sytemu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i </w:t>
            </w:r>
            <w:r w:rsidRPr="00EB7701">
              <w:rPr>
                <w:rFonts w:ascii="Corbel" w:hAnsi="Corbel"/>
                <w:b w:val="0"/>
                <w:smallCaps w:val="0"/>
                <w:szCs w:val="24"/>
              </w:rPr>
              <w:t xml:space="preserve">resocjalizacji w przestrzeni środowiska </w:t>
            </w:r>
            <w:r w:rsidR="000863CA">
              <w:rPr>
                <w:rFonts w:ascii="Corbel" w:hAnsi="Corbel"/>
                <w:b w:val="0"/>
                <w:smallCaps w:val="0"/>
                <w:szCs w:val="24"/>
              </w:rPr>
              <w:t>instytucjonalnego</w:t>
            </w:r>
            <w:r w:rsidR="00820030">
              <w:rPr>
                <w:rFonts w:ascii="Corbel" w:hAnsi="Corbel"/>
                <w:b w:val="0"/>
                <w:smallCaps w:val="0"/>
                <w:szCs w:val="24"/>
              </w:rPr>
              <w:t xml:space="preserve"> – aspekty prawne.</w:t>
            </w:r>
          </w:p>
        </w:tc>
      </w:tr>
      <w:tr w:rsidR="000863CA" w:rsidRPr="000A022D" w14:paraId="111AEED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27337" w14:textId="1612B806" w:rsidR="000863CA" w:rsidRDefault="000863C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egulacj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praw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oraz zasad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normując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 standardy kreowania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profilaktyki społecznej </w:t>
            </w:r>
            <w:r w:rsidR="00D35425">
              <w:rPr>
                <w:rFonts w:ascii="Corbel" w:hAnsi="Corbel"/>
                <w:b w:val="0"/>
                <w:smallCaps w:val="0"/>
                <w:szCs w:val="24"/>
              </w:rPr>
              <w:br/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 xml:space="preserve">resocjalizacji w kontekście personelu resocjalizacyjnego oraz oddziaływań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profilaktycznych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i </w:t>
            </w:r>
            <w:r w:rsidRPr="000863CA">
              <w:rPr>
                <w:rFonts w:ascii="Corbel" w:hAnsi="Corbel"/>
                <w:b w:val="0"/>
                <w:smallCaps w:val="0"/>
                <w:szCs w:val="24"/>
              </w:rPr>
              <w:t>resocjalizacyjnych</w:t>
            </w:r>
            <w:r w:rsidR="00A8662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35425" w:rsidRPr="000A022D" w14:paraId="784B9AAB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CE434" w14:textId="7DE52E1F" w:rsidR="00D35425" w:rsidRDefault="00E018EB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Wybrane zagadnienia z obszaru profilaktyki społecznej i resocjalizacji w aspekcie prawnym: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uzależnienia, samobójstwa, handel ludźmi, 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 xml:space="preserve">postępowanie z 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wybran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ymi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grup</w:t>
            </w:r>
            <w:r w:rsidR="000C53C0">
              <w:rPr>
                <w:rFonts w:ascii="Corbel" w:hAnsi="Corbel"/>
                <w:b w:val="0"/>
                <w:smallCaps w:val="0"/>
                <w:szCs w:val="24"/>
              </w:rPr>
              <w:t>ami</w:t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 xml:space="preserve"> skazanych </w:t>
            </w:r>
            <w:r w:rsidR="00A837C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122444">
              <w:rPr>
                <w:rFonts w:ascii="Corbel" w:hAnsi="Corbel"/>
                <w:b w:val="0"/>
                <w:smallCaps w:val="0"/>
                <w:szCs w:val="24"/>
              </w:rPr>
              <w:t>w polskim systemie penitencjarnym</w:t>
            </w:r>
            <w:r w:rsidR="00FD552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0C53C0" w:rsidRPr="000A022D" w14:paraId="5C84B0B7" w14:textId="77777777" w:rsidTr="00EB7701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984E" w14:textId="7851B698" w:rsidR="000C53C0" w:rsidRDefault="00A548AA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Warunki pomyślnej implementacji </w:t>
            </w:r>
            <w:r w:rsidR="006133CC">
              <w:rPr>
                <w:rFonts w:ascii="Corbel" w:hAnsi="Corbel"/>
                <w:b w:val="0"/>
                <w:smallCaps w:val="0"/>
                <w:szCs w:val="24"/>
              </w:rPr>
              <w:t>zapisów regulacji prawnych w kontekście profilaktyki społecznej i resocjalizacji.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67D63E6F" w14:textId="77777777" w:rsidTr="00573475">
        <w:tc>
          <w:tcPr>
            <w:tcW w:w="1962" w:type="dxa"/>
          </w:tcPr>
          <w:p w14:paraId="03858E2C" w14:textId="77777777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2801E0A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5308819A" w14:textId="77777777" w:rsidTr="00573475">
        <w:tc>
          <w:tcPr>
            <w:tcW w:w="1962" w:type="dxa"/>
          </w:tcPr>
          <w:p w14:paraId="62B1003F" w14:textId="0F81BE1E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5576D814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27730E8A" w14:textId="77777777" w:rsidTr="00573475">
        <w:tc>
          <w:tcPr>
            <w:tcW w:w="1962" w:type="dxa"/>
          </w:tcPr>
          <w:p w14:paraId="62F14B52" w14:textId="50A5AC31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21F5309E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573475" w:rsidRPr="00B169DF" w14:paraId="463F8D27" w14:textId="77777777" w:rsidTr="00573475">
        <w:tc>
          <w:tcPr>
            <w:tcW w:w="1962" w:type="dxa"/>
          </w:tcPr>
          <w:p w14:paraId="2655F32F" w14:textId="6D6EE4AA" w:rsidR="00573475" w:rsidRPr="00B169DF" w:rsidRDefault="00573475" w:rsidP="005734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3A1A5408" w:rsidR="00573475" w:rsidRPr="00B169DF" w:rsidRDefault="00573475" w:rsidP="005734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0E13B8DC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D8FB208" w:rsidR="0085747A" w:rsidRPr="00B169DF" w:rsidRDefault="0042502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04EF8AF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1B7ABBD" w14:textId="24AE407B" w:rsidR="009E3C0D" w:rsidRPr="00121A48" w:rsidRDefault="009E3C0D" w:rsidP="00121A48">
            <w:pPr>
              <w:shd w:val="clear" w:color="auto" w:fill="FFFFFF"/>
              <w:spacing w:after="0" w:line="240" w:lineRule="auto"/>
              <w:rPr>
                <w:rFonts w:ascii="Corbel" w:hAnsi="Corbel"/>
              </w:rPr>
            </w:pPr>
            <w:r w:rsidRPr="00121A48">
              <w:rPr>
                <w:rFonts w:ascii="Corbel" w:hAnsi="Corbel"/>
                <w:i/>
                <w:iCs/>
              </w:rPr>
              <w:t>Kodeks karny. Kodeks postępowania karnego. Kodeks karny wykonawczy. Kodeks wykroczeń. Kodeks postępowania w sprawach o wykroczenia. Kodeks karny skarbowy. Opłaty w sprawach karnych. Wspieranie i resocjalizacja nieletnich. Prawo karne. Zbiór przepisów.</w:t>
            </w:r>
            <w:r w:rsidRPr="00121A48">
              <w:rPr>
                <w:rFonts w:ascii="Corbel" w:hAnsi="Corbel"/>
              </w:rPr>
              <w:t xml:space="preserve"> Wydawnictwo </w:t>
            </w:r>
            <w:hyperlink r:id="rId8" w:tgtFrame="_self" w:tooltip="Wolters Kluwer Polska" w:history="1">
              <w:r w:rsidRPr="00121A48">
                <w:rPr>
                  <w:rFonts w:ascii="Corbel" w:hAnsi="Corbel"/>
                </w:rPr>
                <w:t>Wolters Kluwer Polska</w:t>
              </w:r>
            </w:hyperlink>
            <w:r w:rsidRPr="00121A48">
              <w:rPr>
                <w:rFonts w:ascii="Corbel" w:hAnsi="Corbel"/>
              </w:rPr>
              <w:t xml:space="preserve">, </w:t>
            </w:r>
            <w:r>
              <w:rPr>
                <w:rFonts w:ascii="Corbel" w:hAnsi="Corbel"/>
              </w:rPr>
              <w:t xml:space="preserve">Warszawa </w:t>
            </w:r>
            <w:r w:rsidRPr="00121A48">
              <w:rPr>
                <w:rFonts w:ascii="Corbel" w:hAnsi="Corbel"/>
              </w:rPr>
              <w:t>2023.</w:t>
            </w:r>
          </w:p>
          <w:p w14:paraId="5DD1D681" w14:textId="40B5A775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Szymanowski T., Migdał J., </w:t>
            </w:r>
            <w:r w:rsidRPr="00D4498C">
              <w:rPr>
                <w:rFonts w:ascii="Corbel" w:hAnsi="Corbel"/>
                <w:i/>
              </w:rPr>
              <w:t>Prawo karne wykonawcze i polityka penitencjarna.</w:t>
            </w:r>
            <w:r w:rsidRPr="00353D99">
              <w:rPr>
                <w:rFonts w:ascii="Corbel" w:hAnsi="Corbel"/>
              </w:rPr>
              <w:t xml:space="preserve"> LEX, Warszawa 2014.</w:t>
            </w:r>
          </w:p>
          <w:p w14:paraId="6DCB5D62" w14:textId="686329A7" w:rsidR="009E3C0D" w:rsidRDefault="009E3C0D" w:rsidP="00121A48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Dawidziuk E., </w:t>
            </w:r>
            <w:r w:rsidRPr="00D4498C">
              <w:rPr>
                <w:rFonts w:ascii="Corbel" w:hAnsi="Corbel"/>
                <w:i/>
              </w:rPr>
              <w:t>Traktowanie osób pozbawionych wolności we współczesnej Polsce na tle standardów międzynarod</w:t>
            </w:r>
            <w:r>
              <w:rPr>
                <w:rFonts w:ascii="Corbel" w:hAnsi="Corbel"/>
                <w:i/>
              </w:rPr>
              <w:t>owych.</w:t>
            </w:r>
            <w:r w:rsidRPr="00353D99">
              <w:rPr>
                <w:rFonts w:ascii="Corbel" w:hAnsi="Corbel"/>
              </w:rPr>
              <w:t xml:space="preserve"> Lex a Wolters Kluwer business, Warszawa 2013.</w:t>
            </w:r>
          </w:p>
          <w:p w14:paraId="65A8393E" w14:textId="77777777" w:rsidR="009E3C0D" w:rsidRDefault="009E3C0D" w:rsidP="009E3C0D">
            <w:pPr>
              <w:spacing w:after="0" w:line="240" w:lineRule="auto"/>
              <w:rPr>
                <w:rFonts w:ascii="Corbel" w:hAnsi="Corbel"/>
              </w:rPr>
            </w:pPr>
            <w:r w:rsidRPr="00353D99">
              <w:rPr>
                <w:rFonts w:ascii="Corbel" w:hAnsi="Corbel"/>
              </w:rPr>
              <w:t xml:space="preserve">Kwieciński A. (red.), </w:t>
            </w:r>
            <w:r w:rsidRPr="00D4498C">
              <w:rPr>
                <w:rFonts w:ascii="Corbel" w:hAnsi="Corbel"/>
                <w:i/>
              </w:rPr>
              <w:t>Postępowanie z wybranymi grupami skazanych w polskim systemie penitencjarnym. Aspekty prawne.</w:t>
            </w:r>
            <w:r w:rsidRPr="00353D99">
              <w:rPr>
                <w:rFonts w:ascii="Corbel" w:hAnsi="Corbel"/>
              </w:rPr>
              <w:t xml:space="preserve"> LEX, Warszawa 2013.</w:t>
            </w:r>
          </w:p>
          <w:p w14:paraId="79A274C1" w14:textId="77777777" w:rsidR="00B928D9" w:rsidRPr="00EE30D7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Grisel J.,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Rebis, Poznań 2020.</w:t>
            </w:r>
          </w:p>
          <w:p w14:paraId="6865F7D0" w14:textId="77777777" w:rsidR="00B928D9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Hołyst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2AE0CF64" w14:textId="77777777" w:rsidR="00B928D9" w:rsidRPr="000C2AA9" w:rsidRDefault="00B928D9" w:rsidP="00B928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62586304" w14:textId="3BD9EEB1" w:rsidR="007D6D67" w:rsidRPr="009E3C0D" w:rsidRDefault="00B928D9" w:rsidP="009E3C0D">
            <w:pPr>
              <w:spacing w:after="0" w:line="240" w:lineRule="auto"/>
              <w:rPr>
                <w:rFonts w:ascii="Corbel" w:hAnsi="Corbel"/>
              </w:rPr>
            </w:pPr>
            <w:r w:rsidRPr="00B928D9">
              <w:rPr>
                <w:rFonts w:ascii="Corbel" w:hAnsi="Corbel"/>
              </w:rPr>
              <w:t xml:space="preserve">Lasocik Z. (red.), </w:t>
            </w:r>
            <w:r w:rsidRPr="00B928D9">
              <w:rPr>
                <w:rFonts w:ascii="Corbel" w:hAnsi="Corbel"/>
                <w:i/>
                <w:iCs/>
              </w:rPr>
              <w:t>Handel ludźmi. Zapobieganie i ściganie</w:t>
            </w:r>
            <w:r w:rsidRPr="00B928D9">
              <w:rPr>
                <w:rFonts w:ascii="Corbel" w:hAnsi="Corbel"/>
              </w:rPr>
              <w:t>. Ośrodek Badań Praw Człowieka. Katedra Kryminologii i Polityki Kryminalnej. Uniwersytet Warszawski, Warszawa 2006.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62DC9D02" w14:textId="7590487F" w:rsidR="00F83597" w:rsidRPr="0051407E" w:rsidRDefault="009749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Foucault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Nadzorować i karać. Narodziny więzienia. </w:t>
            </w:r>
            <w:r w:rsidR="0051407E">
              <w:rPr>
                <w:rFonts w:ascii="Corbel" w:hAnsi="Corbel"/>
                <w:b w:val="0"/>
                <w:smallCaps w:val="0"/>
                <w:sz w:val="22"/>
              </w:rPr>
              <w:t>Wydawnictwo ALETHEIA, Warszawa 2020.</w:t>
            </w: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ffman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Goffman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3CBE8D9F" w14:textId="1E3826FD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Consedine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  <w:p w14:paraId="458EF9A4" w14:textId="6BF00BB4" w:rsidR="009E3C0D" w:rsidRPr="007A24E2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3F461" w14:textId="77777777" w:rsidR="00FF25BB" w:rsidRDefault="00FF25BB" w:rsidP="00C16ABF">
      <w:pPr>
        <w:spacing w:after="0" w:line="240" w:lineRule="auto"/>
      </w:pPr>
      <w:r>
        <w:separator/>
      </w:r>
    </w:p>
  </w:endnote>
  <w:endnote w:type="continuationSeparator" w:id="0">
    <w:p w14:paraId="336AD748" w14:textId="77777777" w:rsidR="00FF25BB" w:rsidRDefault="00FF25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12564" w14:textId="77777777" w:rsidR="00FF25BB" w:rsidRDefault="00FF25BB" w:rsidP="00C16ABF">
      <w:pPr>
        <w:spacing w:after="0" w:line="240" w:lineRule="auto"/>
      </w:pPr>
      <w:r>
        <w:separator/>
      </w:r>
    </w:p>
  </w:footnote>
  <w:footnote w:type="continuationSeparator" w:id="0">
    <w:p w14:paraId="27436330" w14:textId="77777777" w:rsidR="00FF25BB" w:rsidRDefault="00FF25BB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36202774">
    <w:abstractNumId w:val="1"/>
  </w:num>
  <w:num w:numId="2" w16cid:durableId="15632524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039"/>
    <w:rsid w:val="000048FD"/>
    <w:rsid w:val="000077B4"/>
    <w:rsid w:val="00014502"/>
    <w:rsid w:val="00015B8F"/>
    <w:rsid w:val="00022ECE"/>
    <w:rsid w:val="00025A75"/>
    <w:rsid w:val="00034FE8"/>
    <w:rsid w:val="00035766"/>
    <w:rsid w:val="00042A51"/>
    <w:rsid w:val="00042D2E"/>
    <w:rsid w:val="00044C82"/>
    <w:rsid w:val="00055962"/>
    <w:rsid w:val="00070ED6"/>
    <w:rsid w:val="000742DC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73D4"/>
    <w:rsid w:val="002F02A3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F1551"/>
    <w:rsid w:val="004F55A3"/>
    <w:rsid w:val="0050496F"/>
    <w:rsid w:val="00511744"/>
    <w:rsid w:val="00513B6F"/>
    <w:rsid w:val="0051407E"/>
    <w:rsid w:val="00517C63"/>
    <w:rsid w:val="005363C4"/>
    <w:rsid w:val="00536BDE"/>
    <w:rsid w:val="00543ACC"/>
    <w:rsid w:val="00552A88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7F9F"/>
    <w:rsid w:val="005E4BDD"/>
    <w:rsid w:val="005E6E85"/>
    <w:rsid w:val="005F31D2"/>
    <w:rsid w:val="005F76A3"/>
    <w:rsid w:val="0061029B"/>
    <w:rsid w:val="006125F1"/>
    <w:rsid w:val="006133CC"/>
    <w:rsid w:val="00617230"/>
    <w:rsid w:val="00621CE1"/>
    <w:rsid w:val="00627A3E"/>
    <w:rsid w:val="00627FC9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91F0F"/>
    <w:rsid w:val="00696477"/>
    <w:rsid w:val="006B4F9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A24E2"/>
    <w:rsid w:val="007A4022"/>
    <w:rsid w:val="007A6E6E"/>
    <w:rsid w:val="007C3299"/>
    <w:rsid w:val="007C3BCC"/>
    <w:rsid w:val="007C4546"/>
    <w:rsid w:val="007C4750"/>
    <w:rsid w:val="007D6D67"/>
    <w:rsid w:val="007D6E56"/>
    <w:rsid w:val="007F4155"/>
    <w:rsid w:val="0081554D"/>
    <w:rsid w:val="0081707E"/>
    <w:rsid w:val="00820030"/>
    <w:rsid w:val="008449B3"/>
    <w:rsid w:val="008464A3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6E29"/>
    <w:rsid w:val="00916188"/>
    <w:rsid w:val="00923D7D"/>
    <w:rsid w:val="009272AA"/>
    <w:rsid w:val="009508DF"/>
    <w:rsid w:val="00950DAC"/>
    <w:rsid w:val="00953B47"/>
    <w:rsid w:val="00954A07"/>
    <w:rsid w:val="00974935"/>
    <w:rsid w:val="00990972"/>
    <w:rsid w:val="00997F14"/>
    <w:rsid w:val="009A78D9"/>
    <w:rsid w:val="009C3E31"/>
    <w:rsid w:val="009C54AE"/>
    <w:rsid w:val="009C788E"/>
    <w:rsid w:val="009D3F3B"/>
    <w:rsid w:val="009E0543"/>
    <w:rsid w:val="009E3B41"/>
    <w:rsid w:val="009E3C0D"/>
    <w:rsid w:val="009F3C5C"/>
    <w:rsid w:val="009F4610"/>
    <w:rsid w:val="00A00ECC"/>
    <w:rsid w:val="00A155EE"/>
    <w:rsid w:val="00A222FA"/>
    <w:rsid w:val="00A2245B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837C7"/>
    <w:rsid w:val="00A84C85"/>
    <w:rsid w:val="00A8662B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3A40"/>
    <w:rsid w:val="00C766DF"/>
    <w:rsid w:val="00C94B98"/>
    <w:rsid w:val="00CA2B96"/>
    <w:rsid w:val="00CA5089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E09C0"/>
    <w:rsid w:val="00DE4A14"/>
    <w:rsid w:val="00DF1C51"/>
    <w:rsid w:val="00DF320D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7E88"/>
    <w:rsid w:val="00E8107D"/>
    <w:rsid w:val="00E820C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6CFE"/>
    <w:rsid w:val="00F070AB"/>
    <w:rsid w:val="00F11ED7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wydawnictwa/wolters-kluwer-polska,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C381-5E73-4DA9-A1C9-7F7EBCE8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214</TotalTime>
  <Pages>5</Pages>
  <Words>1265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Monika Badowska-Hodyr</cp:lastModifiedBy>
  <cp:revision>144</cp:revision>
  <cp:lastPrinted>2019-02-06T12:12:00Z</cp:lastPrinted>
  <dcterms:created xsi:type="dcterms:W3CDTF">2023-06-10T14:37:00Z</dcterms:created>
  <dcterms:modified xsi:type="dcterms:W3CDTF">2023-06-10T19:15:00Z</dcterms:modified>
</cp:coreProperties>
</file>